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2E" w:rsidRDefault="00FC342E" w:rsidP="007E5B64">
      <w:pPr>
        <w:rPr>
          <w:b/>
          <w:bCs/>
        </w:rPr>
      </w:pPr>
    </w:p>
    <w:p w:rsidR="00FC342E" w:rsidRPr="001C611E" w:rsidRDefault="00FC342E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1C611E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EK: FORM</w:t>
      </w:r>
    </w:p>
    <w:p w:rsidR="00FC342E" w:rsidRPr="001C611E" w:rsidRDefault="00FC342E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p w:rsidR="00FC342E" w:rsidRDefault="00FC342E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  <w:r w:rsidRPr="001C611E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eastAsia="tr-TR"/>
        </w:rPr>
        <w:t>BULGARİSTAN</w:t>
      </w:r>
      <w:r w:rsidRPr="001C611E">
        <w:rPr>
          <w:rFonts w:ascii="Times New Roman" w:hAnsi="Times New Roman" w:cs="Times New Roman"/>
          <w:b/>
          <w:bCs/>
          <w:sz w:val="24"/>
          <w:szCs w:val="24"/>
          <w:lang w:eastAsia="tr-TR"/>
        </w:rPr>
        <w:t xml:space="preserve"> Pazarında Karşılaşılan Sorunlara İlişkin Görüşler)</w:t>
      </w:r>
    </w:p>
    <w:p w:rsidR="00FC342E" w:rsidRPr="001C611E" w:rsidRDefault="00FC342E" w:rsidP="001C611E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/>
      </w:tblPr>
      <w:tblGrid>
        <w:gridCol w:w="2634"/>
        <w:gridCol w:w="6818"/>
      </w:tblGrid>
      <w:tr w:rsidR="00FC342E" w:rsidRPr="005D0257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>
            <w:bookmarkStart w:id="0" w:name="_GoBack"/>
            <w:bookmarkEnd w:id="0"/>
          </w:p>
        </w:tc>
      </w:tr>
      <w:tr w:rsidR="00FC342E" w:rsidRPr="005D0257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1C611E">
            <w:pPr>
              <w:spacing w:after="0"/>
              <w:jc w:val="center"/>
              <w:rPr>
                <w:b/>
                <w:bCs/>
              </w:rPr>
            </w:pPr>
            <w:r w:rsidRPr="001C61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FC342E" w:rsidRPr="005D0257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>
            <w:pPr>
              <w:rPr>
                <w:b/>
                <w:bCs/>
              </w:rPr>
            </w:pPr>
          </w:p>
        </w:tc>
      </w:tr>
      <w:tr w:rsidR="00FC342E" w:rsidRPr="005D0257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>
            <w:pPr>
              <w:rPr>
                <w:b/>
                <w:bCs/>
              </w:rPr>
            </w:pPr>
          </w:p>
        </w:tc>
      </w:tr>
      <w:tr w:rsidR="00FC342E" w:rsidRPr="005D0257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>
            <w:pPr>
              <w:rPr>
                <w:b/>
                <w:bCs/>
              </w:rPr>
            </w:pPr>
          </w:p>
        </w:tc>
      </w:tr>
      <w:tr w:rsidR="00FC342E" w:rsidRPr="005D0257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>
            <w:pPr>
              <w:rPr>
                <w:b/>
                <w:bCs/>
              </w:rPr>
            </w:pPr>
          </w:p>
        </w:tc>
      </w:tr>
      <w:tr w:rsidR="00FC342E" w:rsidRPr="005D0257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1C611E">
            <w:pPr>
              <w:spacing w:after="0"/>
              <w:jc w:val="center"/>
              <w:rPr>
                <w:b/>
                <w:bCs/>
              </w:rPr>
            </w:pPr>
            <w:r w:rsidRPr="001C61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FC342E" w:rsidRPr="005D0257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/>
        </w:tc>
      </w:tr>
      <w:tr w:rsidR="00FC342E" w:rsidRPr="005D0257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/>
        </w:tc>
      </w:tr>
      <w:tr w:rsidR="00FC342E" w:rsidRPr="005D0257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5D0257" w:rsidRDefault="00FC342E" w:rsidP="007E5B64">
            <w:pPr>
              <w:rPr>
                <w:b/>
                <w:bCs/>
              </w:rPr>
            </w:pPr>
            <w:r w:rsidRPr="005D0257">
              <w:rPr>
                <w:b/>
                <w:bCs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FC342E" w:rsidRPr="005D0257" w:rsidRDefault="00FC342E" w:rsidP="007E5B64"/>
        </w:tc>
      </w:tr>
      <w:tr w:rsidR="00FC342E" w:rsidRPr="005D0257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42E" w:rsidRPr="001C611E" w:rsidRDefault="00FC342E" w:rsidP="001C61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C61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Talep Edilen Hususa İlişkin Ayrıntılı Bilgi</w:t>
            </w: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  <w:p w:rsidR="00FC342E" w:rsidRPr="005D0257" w:rsidRDefault="00FC342E" w:rsidP="007E5B64">
            <w:pPr>
              <w:rPr>
                <w:b/>
                <w:bCs/>
              </w:rPr>
            </w:pPr>
          </w:p>
        </w:tc>
      </w:tr>
    </w:tbl>
    <w:p w:rsidR="00FC342E" w:rsidRDefault="00FC342E"/>
    <w:sectPr w:rsidR="00FC342E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B64"/>
    <w:rsid w:val="00057060"/>
    <w:rsid w:val="001461D2"/>
    <w:rsid w:val="001C611E"/>
    <w:rsid w:val="00294C91"/>
    <w:rsid w:val="002C082C"/>
    <w:rsid w:val="00385E0B"/>
    <w:rsid w:val="003C6E18"/>
    <w:rsid w:val="003D08D7"/>
    <w:rsid w:val="005D0257"/>
    <w:rsid w:val="005F51A8"/>
    <w:rsid w:val="006C532C"/>
    <w:rsid w:val="006D3DA7"/>
    <w:rsid w:val="00717AD6"/>
    <w:rsid w:val="007E5B64"/>
    <w:rsid w:val="00900C9F"/>
    <w:rsid w:val="00B67799"/>
    <w:rsid w:val="00B848D1"/>
    <w:rsid w:val="00C61C36"/>
    <w:rsid w:val="00C962F0"/>
    <w:rsid w:val="00DF3F77"/>
    <w:rsid w:val="00FC3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E0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50</Words>
  <Characters>290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EK: FORM</dc:title>
  <dc:subject/>
  <dc:creator>Beste Coskuner</dc:creator>
  <cp:keywords/>
  <dc:description/>
  <cp:lastModifiedBy>fundaa</cp:lastModifiedBy>
  <cp:revision>2</cp:revision>
  <dcterms:created xsi:type="dcterms:W3CDTF">2015-04-24T11:12:00Z</dcterms:created>
  <dcterms:modified xsi:type="dcterms:W3CDTF">2015-04-24T11:12:00Z</dcterms:modified>
</cp:coreProperties>
</file>